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01549D0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D6CFF">
        <w:rPr>
          <w:rFonts w:ascii="Corbel" w:hAnsi="Corbel"/>
          <w:smallCaps/>
          <w:sz w:val="24"/>
          <w:szCs w:val="24"/>
        </w:rPr>
        <w:t>2022-2025</w:t>
      </w:r>
    </w:p>
    <w:p w14:paraId="2E360394" w14:textId="3EFDD34C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D6CF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D6CF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F5AA9" w14:textId="77777777" w:rsidR="00E17B0D" w:rsidRDefault="00E17B0D" w:rsidP="00C16ABF">
      <w:pPr>
        <w:spacing w:after="0" w:line="240" w:lineRule="auto"/>
      </w:pPr>
      <w:r>
        <w:separator/>
      </w:r>
    </w:p>
  </w:endnote>
  <w:endnote w:type="continuationSeparator" w:id="0">
    <w:p w14:paraId="6415391E" w14:textId="77777777" w:rsidR="00E17B0D" w:rsidRDefault="00E17B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91802" w14:textId="77777777" w:rsidR="00E17B0D" w:rsidRDefault="00E17B0D" w:rsidP="00C16ABF">
      <w:pPr>
        <w:spacing w:after="0" w:line="240" w:lineRule="auto"/>
      </w:pPr>
      <w:r>
        <w:separator/>
      </w:r>
    </w:p>
  </w:footnote>
  <w:footnote w:type="continuationSeparator" w:id="0">
    <w:p w14:paraId="2D29851E" w14:textId="77777777" w:rsidR="00E17B0D" w:rsidRDefault="00E17B0D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CFF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17B0D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0555-55A5-4F7A-8394-6C25F0F68FD6}"/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A9818-9918-45D5-9F0A-B372B9C6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1312</Words>
  <Characters>7878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30</cp:revision>
  <cp:lastPrinted>2019-02-06T12:12:00Z</cp:lastPrinted>
  <dcterms:created xsi:type="dcterms:W3CDTF">2020-10-26T19:32:00Z</dcterms:created>
  <dcterms:modified xsi:type="dcterms:W3CDTF">2022-02-07T11:02:00Z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